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8C5" w:rsidRDefault="00DC08C5" w:rsidP="009F0E7B">
      <w:pPr>
        <w:framePr w:w="11340" w:h="1814" w:hRule="exact" w:wrap="around" w:vAnchor="page" w:hAnchor="page" w:x="285" w:y="285"/>
        <w:spacing w:before="0" w:line="240" w:lineRule="auto"/>
      </w:pPr>
    </w:p>
    <w:p w:rsidR="00CC2A1A" w:rsidRDefault="00E328CA" w:rsidP="00CC2A1A">
      <w:pPr>
        <w:pStyle w:val="berschrift1"/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8752" behindDoc="1" locked="0" layoutInCell="1" allowOverlap="1">
                <wp:simplePos x="0" y="0"/>
                <wp:positionH relativeFrom="page">
                  <wp:posOffset>866140</wp:posOffset>
                </wp:positionH>
                <wp:positionV relativeFrom="page">
                  <wp:posOffset>1370964</wp:posOffset>
                </wp:positionV>
                <wp:extent cx="5939790" cy="0"/>
                <wp:effectExtent l="0" t="12700" r="3810" b="0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CDDCE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1ABE2" id="Gerade Verbindung 4" o:spid="_x0000_s1026" style="position:absolute;z-index:-251657728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page;mso-width-percent:0;mso-height-percent:0;mso-width-relative:margin;mso-height-relative:page" from="68.2pt,107.95pt" to="535.9pt,10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" strokecolor="#cddce0" strokeweight="2.25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599440</wp:posOffset>
            </wp:positionH>
            <wp:positionV relativeFrom="page">
              <wp:posOffset>179705</wp:posOffset>
            </wp:positionV>
            <wp:extent cx="2202815" cy="1168400"/>
            <wp:effectExtent l="0" t="0" r="0" b="0"/>
            <wp:wrapNone/>
            <wp:docPr id="3" name="Grafi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2915920</wp:posOffset>
                </wp:positionH>
                <wp:positionV relativeFrom="page">
                  <wp:posOffset>682625</wp:posOffset>
                </wp:positionV>
                <wp:extent cx="4452620" cy="479425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52620" cy="4794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:rsidR="005010BD" w:rsidRPr="00ED5197" w:rsidRDefault="005010BD" w:rsidP="00C8797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b/>
                                <w:color w:val="006AB3"/>
                                <w:sz w:val="28"/>
                                <w:szCs w:val="28"/>
                              </w:rPr>
                              <w:t>Institut für Experimentelle Psychologie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29.6pt;margin-top:53.75pt;width:350.6pt;height:37.7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" filled="f" stroked="f" strokeweight="0">
                <v:textbox>
                  <w:txbxContent>
                    <w:p w:rsidR="005010BD" w:rsidRPr="00ED5197" w:rsidRDefault="005010BD" w:rsidP="00C87976">
                      <w:pPr>
                        <w:rPr>
                          <w:noProof/>
                        </w:rPr>
                      </w:pPr>
                      <w:r>
                        <w:rPr>
                          <w:b/>
                          <w:color w:val="006AB3"/>
                          <w:sz w:val="28"/>
                          <w:szCs w:val="28"/>
                        </w:rPr>
                        <w:t>Institut für Experimentelle Psychologie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0E7B">
        <w:t>Gutachten</w:t>
      </w:r>
      <w:r w:rsidR="00CC2A1A">
        <w:t xml:space="preserve"> </w:t>
      </w:r>
      <w:r w:rsidR="009F0E7B">
        <w:t xml:space="preserve">zur </w:t>
      </w:r>
      <w:r w:rsidR="009F0E7B">
        <w:fldChar w:fldCharType="begin">
          <w:ffData>
            <w:name w:val="Dropdown1"/>
            <w:enabled/>
            <w:calcOnExit w:val="0"/>
            <w:ddList>
              <w:listEntry w:val="– bitte auswählen –"/>
              <w:listEntry w:val="»Bachelor of Science«"/>
              <w:listEntry w:val="»Master of Science«"/>
              <w:listEntry w:val="Diplom"/>
            </w:ddList>
          </w:ffData>
        </w:fldChar>
      </w:r>
      <w:bookmarkStart w:id="0" w:name="Dropdown1"/>
      <w:r w:rsidR="009F0E7B">
        <w:instrText xml:space="preserve"> </w:instrText>
      </w:r>
      <w:r w:rsidR="00C86FCC">
        <w:instrText>FORMDROPDOWN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bookmarkEnd w:id="0"/>
      <w:r w:rsidR="009F0E7B">
        <w:t xml:space="preserve">-Arbeit </w:t>
      </w:r>
    </w:p>
    <w:p w:rsidR="009F0E7B" w:rsidRDefault="009F0E7B" w:rsidP="00CC2A1A">
      <w:pPr>
        <w:pStyle w:val="Kopfzeile"/>
        <w:tabs>
          <w:tab w:val="clear" w:pos="4536"/>
          <w:tab w:val="clear" w:pos="9072"/>
        </w:tabs>
      </w:pPr>
      <w:r>
        <w:t xml:space="preserve">von </w:t>
      </w:r>
      <w:r>
        <w:rPr>
          <w:i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rPr>
          <w:i/>
        </w:rPr>
        <w:instrText xml:space="preserve"> </w:instrText>
      </w:r>
      <w:r w:rsidR="00C86FCC">
        <w:rPr>
          <w:i/>
        </w:rPr>
        <w:instrText>FORMTEXT</w:instrText>
      </w:r>
      <w:r>
        <w:rPr>
          <w:i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="00C63057">
        <w:rPr>
          <w:i/>
        </w:rPr>
        <w:t> </w:t>
      </w:r>
      <w:r w:rsidR="00C63057">
        <w:rPr>
          <w:i/>
        </w:rPr>
        <w:t> </w:t>
      </w:r>
      <w:r w:rsidR="00C63057">
        <w:rPr>
          <w:i/>
        </w:rPr>
        <w:t> </w:t>
      </w:r>
      <w:r w:rsidR="00C63057">
        <w:rPr>
          <w:i/>
        </w:rPr>
        <w:t> </w:t>
      </w:r>
      <w:r w:rsidR="00C63057">
        <w:rPr>
          <w:i/>
        </w:rPr>
        <w:t> </w:t>
      </w:r>
      <w:r>
        <w:rPr>
          <w:i/>
        </w:rPr>
        <w:fldChar w:fldCharType="end"/>
      </w:r>
      <w:bookmarkEnd w:id="1"/>
      <w:r w:rsidR="00CC2A1A">
        <w:rPr>
          <w:i/>
        </w:rPr>
        <w:t xml:space="preserve"> </w:t>
      </w:r>
      <w:r>
        <w:t xml:space="preserve">mit dem Titel </w:t>
      </w:r>
      <w:r w:rsidRPr="004075DA">
        <w:rPr>
          <w:i/>
        </w:rPr>
        <w:fldChar w:fldCharType="begin">
          <w:ffData>
            <w:name w:val="Text5"/>
            <w:enabled/>
            <w:calcOnExit w:val="0"/>
            <w:textInput>
              <w:default w:val="&lt;Titel der Arbeit&gt;"/>
            </w:textInput>
          </w:ffData>
        </w:fldChar>
      </w:r>
      <w:bookmarkStart w:id="2" w:name="Text5"/>
      <w:r w:rsidRPr="004075DA">
        <w:rPr>
          <w:i/>
        </w:rPr>
        <w:instrText xml:space="preserve"> </w:instrText>
      </w:r>
      <w:r w:rsidR="00C86FCC">
        <w:rPr>
          <w:i/>
        </w:rPr>
        <w:instrText>FORMTEXT</w:instrText>
      </w:r>
      <w:r w:rsidRPr="004075DA">
        <w:rPr>
          <w:i/>
        </w:rPr>
        <w:instrText xml:space="preserve"> </w:instrText>
      </w:r>
      <w:r w:rsidRPr="004075DA">
        <w:rPr>
          <w:i/>
        </w:rPr>
      </w:r>
      <w:r w:rsidRPr="004075DA">
        <w:rPr>
          <w:i/>
        </w:rPr>
        <w:fldChar w:fldCharType="separate"/>
      </w:r>
      <w:r w:rsidR="008C3C88">
        <w:rPr>
          <w:i/>
        </w:rPr>
        <w:t> </w:t>
      </w:r>
      <w:r w:rsidR="008C3C88">
        <w:rPr>
          <w:i/>
        </w:rPr>
        <w:t> </w:t>
      </w:r>
      <w:r w:rsidR="008C3C88">
        <w:rPr>
          <w:i/>
        </w:rPr>
        <w:t> </w:t>
      </w:r>
      <w:r w:rsidR="008C3C88">
        <w:rPr>
          <w:i/>
        </w:rPr>
        <w:t> </w:t>
      </w:r>
      <w:r w:rsidR="008C3C88">
        <w:rPr>
          <w:i/>
        </w:rPr>
        <w:t> </w:t>
      </w:r>
      <w:r w:rsidRPr="004075DA">
        <w:rPr>
          <w:i/>
        </w:rPr>
        <w:fldChar w:fldCharType="end"/>
      </w:r>
      <w:bookmarkEnd w:id="2"/>
    </w:p>
    <w:p w:rsidR="009F0E7B" w:rsidRDefault="009F0E7B" w:rsidP="009F0E7B">
      <w:pPr>
        <w:tabs>
          <w:tab w:val="left" w:pos="1701"/>
          <w:tab w:val="left" w:pos="4536"/>
        </w:tabs>
      </w:pPr>
      <w:r>
        <w:t>Art der Arbeit:</w:t>
      </w:r>
      <w:r>
        <w:tab/>
      </w:r>
      <w:r>
        <w:rPr>
          <w:sz w:val="28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Kontrollkästchen7"/>
      <w:r>
        <w:rPr>
          <w:sz w:val="28"/>
        </w:rPr>
        <w:instrText xml:space="preserve"> </w:instrText>
      </w:r>
      <w:r w:rsidR="00C86FCC">
        <w:rPr>
          <w:sz w:val="28"/>
        </w:rPr>
        <w:instrText>FORMCHECKBOX</w:instrText>
      </w:r>
      <w:r>
        <w:rPr>
          <w:sz w:val="28"/>
        </w:rPr>
        <w:instrText xml:space="preserve"> </w:instrText>
      </w:r>
      <w:r w:rsidR="00D1144A">
        <w:rPr>
          <w:sz w:val="28"/>
        </w:rPr>
      </w:r>
      <w:r w:rsidR="00D1144A">
        <w:rPr>
          <w:sz w:val="28"/>
        </w:rPr>
        <w:fldChar w:fldCharType="separate"/>
      </w:r>
      <w:r>
        <w:rPr>
          <w:sz w:val="28"/>
        </w:rPr>
        <w:fldChar w:fldCharType="end"/>
      </w:r>
      <w:bookmarkEnd w:id="3"/>
      <w:r>
        <w:t xml:space="preserve"> Experimentelle Arbeit</w:t>
      </w:r>
      <w:r>
        <w:tab/>
      </w:r>
      <w:r>
        <w:rPr>
          <w:sz w:val="28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0"/>
      <w:r>
        <w:rPr>
          <w:sz w:val="28"/>
        </w:rPr>
        <w:instrText xml:space="preserve"> </w:instrText>
      </w:r>
      <w:r w:rsidR="00C86FCC">
        <w:rPr>
          <w:sz w:val="28"/>
        </w:rPr>
        <w:instrText>FORMCHECKBOX</w:instrText>
      </w:r>
      <w:r>
        <w:rPr>
          <w:sz w:val="28"/>
        </w:rPr>
        <w:instrText xml:space="preserve"> </w:instrText>
      </w:r>
      <w:r w:rsidR="00D1144A">
        <w:rPr>
          <w:sz w:val="28"/>
        </w:rPr>
      </w:r>
      <w:r w:rsidR="00D1144A">
        <w:rPr>
          <w:sz w:val="28"/>
        </w:rPr>
        <w:fldChar w:fldCharType="separate"/>
      </w:r>
      <w:r>
        <w:rPr>
          <w:sz w:val="28"/>
        </w:rPr>
        <w:fldChar w:fldCharType="end"/>
      </w:r>
      <w:bookmarkEnd w:id="4"/>
      <w:r>
        <w:t xml:space="preserve"> Andere Arbeit</w:t>
      </w:r>
    </w:p>
    <w:p w:rsidR="009F0E7B" w:rsidRDefault="009F0E7B" w:rsidP="009F0E7B">
      <w:pPr>
        <w:tabs>
          <w:tab w:val="left" w:pos="3402"/>
          <w:tab w:val="left" w:pos="5103"/>
          <w:tab w:val="left" w:pos="6804"/>
        </w:tabs>
        <w:rPr>
          <w:i/>
        </w:rPr>
      </w:pPr>
      <w:r>
        <w:t>Bedeutung der Bewertungsskala:</w:t>
      </w:r>
      <w:r>
        <w:tab/>
        <w:t xml:space="preserve">1 = </w:t>
      </w:r>
      <w:r>
        <w:rPr>
          <w:i/>
        </w:rPr>
        <w:t>sehr gut</w:t>
      </w:r>
      <w:r>
        <w:tab/>
        <w:t xml:space="preserve">2 = </w:t>
      </w:r>
      <w:r w:rsidRPr="00842E68">
        <w:rPr>
          <w:i/>
        </w:rPr>
        <w:t>gut</w:t>
      </w:r>
      <w:r>
        <w:tab/>
        <w:t xml:space="preserve">3 = </w:t>
      </w:r>
      <w:r>
        <w:rPr>
          <w:i/>
        </w:rPr>
        <w:t>befriedigend</w:t>
      </w:r>
      <w:r>
        <w:br/>
      </w:r>
      <w:r>
        <w:tab/>
        <w:t xml:space="preserve">4 = </w:t>
      </w:r>
      <w:r>
        <w:rPr>
          <w:i/>
        </w:rPr>
        <w:t>ausreichend</w:t>
      </w:r>
      <w:r>
        <w:tab/>
        <w:t xml:space="preserve">5 = </w:t>
      </w:r>
      <w:r>
        <w:rPr>
          <w:i/>
        </w:rPr>
        <w:t>mangelhaft</w:t>
      </w:r>
      <w:r>
        <w:tab/>
        <w:t xml:space="preserve">n.a. = </w:t>
      </w:r>
      <w:r>
        <w:rPr>
          <w:i/>
        </w:rPr>
        <w:t>nicht anwendbar</w:t>
      </w:r>
    </w:p>
    <w:p w:rsidR="009F0E7B" w:rsidRPr="00842E68" w:rsidRDefault="009F0E7B" w:rsidP="009F0E7B">
      <w:r w:rsidRPr="00842E68">
        <w:t>Das Prädikat für die Arbeit reflektiert die Einzelbewertungen</w:t>
      </w:r>
      <w:r>
        <w:t>, d</w:t>
      </w:r>
      <w:r w:rsidRPr="00842E68">
        <w:t>eren Gewichtung variiert, damit den Besonderheiten jeder Arbeit Rechnung getragen werden kann.</w:t>
      </w:r>
    </w:p>
    <w:p w:rsidR="009F0E7B" w:rsidRDefault="0046377A" w:rsidP="009F0E7B">
      <w:pPr>
        <w:pStyle w:val="AufzhlungEbene1"/>
      </w:pPr>
      <w:r>
        <w:t>Bewertung formaler Aspekte der Arbeit</w:t>
      </w:r>
    </w:p>
    <w:p w:rsidR="009F0E7B" w:rsidRDefault="0046377A" w:rsidP="00676989">
      <w:pPr>
        <w:pStyle w:val="AufzhlungEbene2"/>
      </w:pPr>
      <w:r>
        <w:t>Korrektheit des äußeren Erscheinungsbildes</w:t>
      </w:r>
      <w:r w:rsidR="009F0E7B">
        <w:tab/>
      </w:r>
      <w:bookmarkStart w:id="5" w:name="_GoBack"/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1"/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bookmarkEnd w:id="6"/>
      <w:bookmarkEnd w:id="5"/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Kontrollkästchen2"/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bookmarkEnd w:id="7"/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"/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bookmarkEnd w:id="8"/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4"/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bookmarkEnd w:id="9"/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5"/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bookmarkEnd w:id="10"/>
      <w:r w:rsidR="009F0E7B">
        <w:t xml:space="preserve"> 5   </w:t>
      </w:r>
      <w:r w:rsidR="00B13B66">
        <w:t xml:space="preserve">  </w:t>
      </w:r>
      <w:r w:rsidR="009F0E7B">
        <w:t xml:space="preserve">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1" w:name="Kontrollkästchen6"/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bookmarkEnd w:id="11"/>
      <w:r w:rsidR="009F0E7B">
        <w:t xml:space="preserve"> n.a.</w:t>
      </w:r>
    </w:p>
    <w:p w:rsidR="00BA4B6E" w:rsidRDefault="00BA4B6E" w:rsidP="00BA4B6E">
      <w:pPr>
        <w:pStyle w:val="AufzhlungEbene2"/>
      </w:pPr>
      <w:r>
        <w:t>Aufbau der Arbeit und inhaltliche Stringenz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1  </w:t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2  </w:t>
      </w: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3  </w:t>
      </w: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4  </w:t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5      </w:t>
      </w: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n.a.</w:t>
      </w:r>
    </w:p>
    <w:p w:rsidR="00BA4B6E" w:rsidRDefault="00BA4B6E" w:rsidP="00BA4B6E">
      <w:pPr>
        <w:pStyle w:val="AufzhlungEbene2"/>
      </w:pPr>
      <w:r>
        <w:t>Verständlichkeit und Präzision der Darstellung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1  </w:t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2  </w:t>
      </w: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3  </w:t>
      </w: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4  </w:t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5      </w:t>
      </w: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n.a.</w:t>
      </w:r>
    </w:p>
    <w:p w:rsidR="009F0E7B" w:rsidRDefault="0046377A" w:rsidP="00676989">
      <w:pPr>
        <w:pStyle w:val="AufzhlungEbene2"/>
      </w:pPr>
      <w:r>
        <w:t xml:space="preserve">Wissenschaftliche Ausdrucksweise und </w:t>
      </w:r>
      <w:r w:rsidR="00804885">
        <w:br/>
      </w:r>
      <w:r>
        <w:t>Verwendung von Fachbegriffen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 </w:t>
      </w:r>
      <w:r w:rsidR="00B13B66">
        <w:t xml:space="preserve">  </w:t>
      </w:r>
      <w:r w:rsidR="009F0E7B">
        <w:t xml:space="preserve">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676BB5" w:rsidP="00676989">
      <w:pPr>
        <w:pStyle w:val="AufzhlungEbene2"/>
      </w:pPr>
      <w:r>
        <w:t>Qualität der Kurzzusammenfassung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 </w:t>
      </w:r>
      <w:r w:rsidR="00B13B66">
        <w:t xml:space="preserve">  </w:t>
      </w:r>
      <w:r w:rsidR="009F0E7B">
        <w:t xml:space="preserve">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676BB5" w:rsidP="00676989">
      <w:pPr>
        <w:pStyle w:val="AufzhlungEbene2"/>
      </w:pPr>
      <w:r>
        <w:t>Qualität der Abbildungen und Tabellen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9F0E7B" w:rsidP="00676989">
      <w:pPr>
        <w:pStyle w:val="AufzhlungEbene2"/>
      </w:pPr>
      <w:r>
        <w:t xml:space="preserve">Korrektheit </w:t>
      </w:r>
      <w:r w:rsidR="00676BB5">
        <w:t>der Zitationen und</w:t>
      </w:r>
      <w:r>
        <w:t xml:space="preserve"> </w:t>
      </w:r>
      <w:r w:rsidR="003C3875">
        <w:br/>
      </w:r>
      <w:r>
        <w:t>des Literaturverzeichnisses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</w:instrText>
      </w:r>
      <w:r w:rsidR="00C86FCC">
        <w:instrText>FORMCHECKBOX</w:instrText>
      </w:r>
      <w:r>
        <w:instrText xml:space="preserve"> </w:instrText>
      </w:r>
      <w:r w:rsidR="00D1144A">
        <w:fldChar w:fldCharType="separate"/>
      </w:r>
      <w:r>
        <w:fldChar w:fldCharType="end"/>
      </w:r>
      <w:r>
        <w:t xml:space="preserve"> 1  </w:t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</w:instrText>
      </w:r>
      <w:r w:rsidR="00C86FCC">
        <w:instrText>FORMCHECKBOX</w:instrText>
      </w:r>
      <w:r>
        <w:instrText xml:space="preserve"> </w:instrText>
      </w:r>
      <w:r w:rsidR="00D1144A">
        <w:fldChar w:fldCharType="separate"/>
      </w:r>
      <w:r>
        <w:fldChar w:fldCharType="end"/>
      </w:r>
      <w:r>
        <w:t xml:space="preserve"> 2  </w:t>
      </w: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</w:instrText>
      </w:r>
      <w:r w:rsidR="00C86FCC">
        <w:instrText>FORMCHECKBOX</w:instrText>
      </w:r>
      <w:r>
        <w:instrText xml:space="preserve"> </w:instrText>
      </w:r>
      <w:r w:rsidR="00D1144A">
        <w:fldChar w:fldCharType="separate"/>
      </w:r>
      <w:r>
        <w:fldChar w:fldCharType="end"/>
      </w:r>
      <w:r>
        <w:t xml:space="preserve"> 3  </w:t>
      </w: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</w:instrText>
      </w:r>
      <w:r w:rsidR="00C86FCC">
        <w:instrText>FORMCHECKBOX</w:instrText>
      </w:r>
      <w:r>
        <w:instrText xml:space="preserve"> </w:instrText>
      </w:r>
      <w:r w:rsidR="00D1144A">
        <w:fldChar w:fldCharType="separate"/>
      </w:r>
      <w:r>
        <w:fldChar w:fldCharType="end"/>
      </w:r>
      <w:r>
        <w:t xml:space="preserve"> 4  </w:t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</w:instrText>
      </w:r>
      <w:r w:rsidR="00C86FCC">
        <w:instrText>FORMCHECKBOX</w:instrText>
      </w:r>
      <w:r>
        <w:instrText xml:space="preserve"> </w:instrText>
      </w:r>
      <w:r w:rsidR="00D1144A">
        <w:fldChar w:fldCharType="separate"/>
      </w:r>
      <w:r>
        <w:fldChar w:fldCharType="end"/>
      </w:r>
      <w:r>
        <w:t xml:space="preserve"> 5  </w:t>
      </w:r>
      <w:r w:rsidR="00B13B66">
        <w:t xml:space="preserve">  </w:t>
      </w:r>
      <w:r>
        <w:t xml:space="preserve">  </w:t>
      </w: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</w:instrText>
      </w:r>
      <w:r w:rsidR="00C86FCC">
        <w:instrText>FORMCHECKBOX</w:instrText>
      </w:r>
      <w:r>
        <w:instrText xml:space="preserve"> </w:instrText>
      </w:r>
      <w:r w:rsidR="00D1144A">
        <w:fldChar w:fldCharType="separate"/>
      </w:r>
      <w:r>
        <w:fldChar w:fldCharType="end"/>
      </w:r>
      <w:r>
        <w:t xml:space="preserve"> n.a.</w:t>
      </w:r>
    </w:p>
    <w:p w:rsidR="009F0E7B" w:rsidRDefault="00621961" w:rsidP="009F0E7B">
      <w:pPr>
        <w:pStyle w:val="AufzhlungEbene1"/>
      </w:pPr>
      <w:r>
        <w:t>Darstellung des theoretischen Hintergrunds</w:t>
      </w:r>
    </w:p>
    <w:p w:rsidR="009F0E7B" w:rsidRDefault="00621961" w:rsidP="00676989">
      <w:pPr>
        <w:pStyle w:val="AufzhlungEbene2"/>
      </w:pPr>
      <w:r>
        <w:t>Auswahl der Literatur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621961" w:rsidP="00676989">
      <w:pPr>
        <w:pStyle w:val="AufzhlungEbene2"/>
      </w:pPr>
      <w:r>
        <w:t>Darstellung des Forschungsstand</w:t>
      </w:r>
      <w:r w:rsidR="00FB0139">
        <w:t>e</w:t>
      </w:r>
      <w:r>
        <w:t>s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9A31F0" w:rsidP="00676989">
      <w:pPr>
        <w:pStyle w:val="AufzhlungEbene2"/>
      </w:pPr>
      <w:r>
        <w:t>Ableitung der Fragestellung und Hypothesen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BB7BCC" w:rsidRDefault="00BB7BCC" w:rsidP="005F3237">
      <w:pPr>
        <w:pStyle w:val="AufzhlungEbene1"/>
        <w:numPr>
          <w:ilvl w:val="0"/>
          <w:numId w:val="0"/>
        </w:numPr>
      </w:pPr>
    </w:p>
    <w:p w:rsidR="009F0E7B" w:rsidRDefault="009F0E7B" w:rsidP="00CC572D">
      <w:pPr>
        <w:pStyle w:val="AufzhlungEbene1"/>
        <w:spacing w:before="0"/>
      </w:pPr>
      <w:r w:rsidRPr="00BB7BCC">
        <w:br w:type="page"/>
      </w:r>
      <w:r w:rsidR="00BA3582">
        <w:lastRenderedPageBreak/>
        <w:t>Aspekte der Methode</w:t>
      </w:r>
    </w:p>
    <w:p w:rsidR="009F0E7B" w:rsidRDefault="002C480B" w:rsidP="00676989">
      <w:pPr>
        <w:pStyle w:val="AufzhlungEbene2"/>
      </w:pPr>
      <w:r>
        <w:t xml:space="preserve">Beschreibung </w:t>
      </w:r>
      <w:r w:rsidR="00235C6A">
        <w:t>von</w:t>
      </w:r>
      <w:r w:rsidR="00BA4B6E">
        <w:t xml:space="preserve"> Stichprobe, </w:t>
      </w:r>
      <w:r>
        <w:t>Material</w:t>
      </w:r>
      <w:r w:rsidR="00BA4B6E">
        <w:br/>
      </w:r>
      <w:r>
        <w:t>und</w:t>
      </w:r>
      <w:r w:rsidR="004A32E4">
        <w:t xml:space="preserve"> </w:t>
      </w:r>
      <w:r w:rsidR="008B1CF5">
        <w:t>Versuch</w:t>
      </w:r>
      <w:r w:rsidR="00793522">
        <w:t>s</w:t>
      </w:r>
      <w:r w:rsidR="008B1CF5">
        <w:t>aufbau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8B1CF5" w:rsidRDefault="008B1CF5" w:rsidP="008B1CF5">
      <w:pPr>
        <w:pStyle w:val="AufzhlungEbene2"/>
      </w:pPr>
      <w:r>
        <w:t>Beschreibung der Datenerhebung und</w:t>
      </w:r>
      <w:r>
        <w:br/>
        <w:t>der verwendeten Maße</w:t>
      </w:r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1  </w:t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2  </w:t>
      </w: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3  </w:t>
      </w: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4  </w:t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5      </w:t>
      </w: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1144A">
        <w:fldChar w:fldCharType="separate"/>
      </w:r>
      <w:r>
        <w:fldChar w:fldCharType="end"/>
      </w:r>
      <w:r>
        <w:t xml:space="preserve"> n.a.</w:t>
      </w:r>
    </w:p>
    <w:p w:rsidR="009F0E7B" w:rsidRDefault="00966A0C" w:rsidP="00676989">
      <w:pPr>
        <w:pStyle w:val="AufzhlungEbene2"/>
      </w:pPr>
      <w:r>
        <w:t>Begründung der Stichprobengröße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E32FF3" w:rsidP="009F0E7B">
      <w:pPr>
        <w:pStyle w:val="AufzhlungEbene1"/>
      </w:pPr>
      <w:r>
        <w:t>Darstellung der Ergebnisse</w:t>
      </w:r>
    </w:p>
    <w:p w:rsidR="009F0E7B" w:rsidRDefault="006B4A99" w:rsidP="00676989">
      <w:pPr>
        <w:pStyle w:val="AufzhlungEbene2"/>
      </w:pPr>
      <w:r>
        <w:t>Darstellung der verwendeten</w:t>
      </w:r>
      <w:r w:rsidR="00DF67B1">
        <w:t xml:space="preserve"> statistischen</w:t>
      </w:r>
      <w:r w:rsidR="00C053BE">
        <w:br/>
      </w:r>
      <w:r w:rsidR="00DF67B1">
        <w:t>V</w:t>
      </w:r>
      <w:r>
        <w:t>erfahren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E512B7" w:rsidP="00676989">
      <w:pPr>
        <w:pStyle w:val="AufzhlungEbene2"/>
      </w:pPr>
      <w:r>
        <w:t>Darstellung der deskriptiven Ergebnisse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 </w:t>
      </w:r>
      <w:r w:rsidR="00B13B66">
        <w:t xml:space="preserve">  </w:t>
      </w:r>
      <w:r w:rsidR="009F0E7B">
        <w:t xml:space="preserve">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E512B7" w:rsidP="00676989">
      <w:pPr>
        <w:pStyle w:val="AufzhlungEbene2"/>
      </w:pPr>
      <w:r>
        <w:t xml:space="preserve">Darstellung der Ergebnisse der </w:t>
      </w:r>
      <w:r w:rsidR="00077740">
        <w:br/>
      </w:r>
      <w:r>
        <w:t>verwendeten statistischen Tests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A8079A" w:rsidP="009F0E7B">
      <w:pPr>
        <w:pStyle w:val="AufzhlungEbene1"/>
      </w:pPr>
      <w:r>
        <w:t>Diskussion und Schlussfolgerungen</w:t>
      </w:r>
    </w:p>
    <w:p w:rsidR="009F0E7B" w:rsidRDefault="00A8079A" w:rsidP="00FB0139">
      <w:pPr>
        <w:pStyle w:val="AufzhlungEbene2"/>
      </w:pPr>
      <w:r>
        <w:t>Interpretation der Ergebnisse</w:t>
      </w:r>
      <w:r w:rsidR="004D00C5">
        <w:t xml:space="preserve"> </w:t>
      </w:r>
      <w:r>
        <w:t xml:space="preserve">in Bezug auf </w:t>
      </w:r>
      <w:r w:rsidR="00FB0139">
        <w:br/>
      </w:r>
      <w:r>
        <w:t>die Fragestellung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A8079A" w:rsidP="00676989">
      <w:pPr>
        <w:pStyle w:val="AufzhlungEbene2"/>
      </w:pPr>
      <w:r>
        <w:t xml:space="preserve">Einordnung der Ergebnisse in den </w:t>
      </w:r>
      <w:r w:rsidR="00E65485">
        <w:br/>
      </w:r>
      <w:r>
        <w:t>aktuellen Forschungsstand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A8079A" w:rsidP="00676989">
      <w:pPr>
        <w:pStyle w:val="AufzhlungEbene2"/>
      </w:pPr>
      <w:r>
        <w:t xml:space="preserve">Kritische Reflexion der Arbeit und </w:t>
      </w:r>
      <w:r w:rsidR="009164F8">
        <w:br/>
      </w:r>
      <w:r>
        <w:t>Ausblick auf Anschlussfragestellungen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9F0E7B" w:rsidP="009F0E7B">
      <w:pPr>
        <w:pStyle w:val="AufzhlungEbene1"/>
      </w:pPr>
      <w:r>
        <w:t>Übergreifende Beurteilungsdimensionen</w:t>
      </w:r>
    </w:p>
    <w:p w:rsidR="009F0E7B" w:rsidRDefault="003428C5" w:rsidP="00676989">
      <w:pPr>
        <w:pStyle w:val="AufzhlungEbene2"/>
      </w:pPr>
      <w:r>
        <w:t>Engagement, Initiative und Verlässlichkeit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3428C5" w:rsidP="00676989">
      <w:pPr>
        <w:pStyle w:val="AufzhlungEbene2"/>
      </w:pPr>
      <w:r>
        <w:t xml:space="preserve">Unabhängigkeit von der Beratung </w:t>
      </w:r>
      <w:r w:rsidR="00220252">
        <w:br/>
      </w:r>
      <w:r>
        <w:t xml:space="preserve">in inhaltlicher, methodischer und </w:t>
      </w:r>
      <w:r w:rsidR="00220252">
        <w:br/>
      </w:r>
      <w:r>
        <w:t>organisatorischer Hinsicht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9F0E7B" w:rsidRDefault="003428C5" w:rsidP="00676989">
      <w:pPr>
        <w:pStyle w:val="AufzhlungEbene2"/>
      </w:pPr>
      <w:r>
        <w:t>Problemverständnis</w:t>
      </w:r>
      <w:r w:rsidR="009F0E7B">
        <w:tab/>
      </w:r>
      <w:r w:rsidR="009F0E7B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1  </w:t>
      </w:r>
      <w:r w:rsidR="009F0E7B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2  </w:t>
      </w:r>
      <w:r w:rsidR="009F0E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3  </w:t>
      </w:r>
      <w:r w:rsidR="009F0E7B"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4  </w:t>
      </w:r>
      <w:r w:rsidR="009F0E7B"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5  </w:t>
      </w:r>
      <w:r w:rsidR="00B13B66">
        <w:t xml:space="preserve">  </w:t>
      </w:r>
      <w:r w:rsidR="009F0E7B">
        <w:t xml:space="preserve">  </w:t>
      </w:r>
      <w:r w:rsidR="009F0E7B"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F0E7B">
        <w:instrText xml:space="preserve"> </w:instrText>
      </w:r>
      <w:r w:rsidR="00C86FCC">
        <w:instrText>FORMCHECKBOX</w:instrText>
      </w:r>
      <w:r w:rsidR="009F0E7B">
        <w:instrText xml:space="preserve"> </w:instrText>
      </w:r>
      <w:r w:rsidR="00D1144A">
        <w:fldChar w:fldCharType="separate"/>
      </w:r>
      <w:r w:rsidR="009F0E7B">
        <w:fldChar w:fldCharType="end"/>
      </w:r>
      <w:r w:rsidR="009F0E7B">
        <w:t xml:space="preserve"> n.a.</w:t>
      </w:r>
    </w:p>
    <w:p w:rsidR="00A62E5C" w:rsidRDefault="00A62E5C" w:rsidP="00A62E5C">
      <w:pPr>
        <w:pStyle w:val="AufzhlungEbene1"/>
      </w:pPr>
      <w:r>
        <w:lastRenderedPageBreak/>
        <w:t>Zusammenfassende Stellungnahme</w:t>
      </w:r>
    </w:p>
    <w:tbl>
      <w:tblPr>
        <w:tblW w:w="500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5"/>
      </w:tblGrid>
      <w:tr w:rsidR="009F0E7B" w:rsidTr="00642087">
        <w:trPr>
          <w:trHeight w:val="12462"/>
        </w:trPr>
        <w:tc>
          <w:tcPr>
            <w:tcW w:w="5000" w:type="pct"/>
          </w:tcPr>
          <w:p w:rsidR="009F0E7B" w:rsidRPr="00FE4D17" w:rsidRDefault="009F0E7B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r w:rsidR="00C86FCC">
              <w:instrText>FORMTEXT</w:instrText>
            </w:r>
            <w:r>
              <w:instrText xml:space="preserve"> </w:instrText>
            </w:r>
            <w:r>
              <w:fldChar w:fldCharType="separate"/>
            </w:r>
            <w:r w:rsidR="00E23CB2">
              <w:t> </w:t>
            </w:r>
            <w:r w:rsidR="00E23CB2">
              <w:t> </w:t>
            </w:r>
            <w:r w:rsidR="00E23CB2">
              <w:t> </w:t>
            </w:r>
            <w:r w:rsidR="00E23CB2">
              <w:t> </w:t>
            </w:r>
            <w:r w:rsidR="00E23CB2">
              <w:t> </w:t>
            </w:r>
            <w:r>
              <w:fldChar w:fldCharType="end"/>
            </w:r>
          </w:p>
        </w:tc>
      </w:tr>
    </w:tbl>
    <w:p w:rsidR="009F0E7B" w:rsidRDefault="009F0E7B" w:rsidP="009F0E7B">
      <w:pPr>
        <w:tabs>
          <w:tab w:val="left" w:pos="1701"/>
        </w:tabs>
      </w:pPr>
      <w:r>
        <w:t xml:space="preserve">Prädikat: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12" w:name="Text2"/>
      <w:r>
        <w:instrText xml:space="preserve"> </w:instrText>
      </w:r>
      <w:r w:rsidR="00C86FCC">
        <w:instrText>FORMTEXT</w:instrText>
      </w:r>
      <w:r>
        <w:instrText xml:space="preserve">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  <w:r>
        <w:t xml:space="preserve"> (in Worten: </w:t>
      </w: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13" w:name="Text3"/>
      <w:r>
        <w:instrText xml:space="preserve"> </w:instrText>
      </w:r>
      <w:r w:rsidR="00C86FCC">
        <w:instrText>FORMTEXT</w:instrText>
      </w:r>
      <w:r>
        <w:instrText xml:space="preserve"> </w:instrText>
      </w:r>
      <w:r>
        <w:fldChar w:fldCharType="separate"/>
      </w:r>
      <w:r w:rsidR="00EF581E">
        <w:t> </w:t>
      </w:r>
      <w:r w:rsidR="00EF581E">
        <w:t> </w:t>
      </w:r>
      <w:r w:rsidR="00EF581E">
        <w:t> </w:t>
      </w:r>
      <w:r w:rsidR="00EF581E">
        <w:t> </w:t>
      </w:r>
      <w:r w:rsidR="00EF581E">
        <w:t> </w:t>
      </w:r>
      <w:r>
        <w:fldChar w:fldCharType="end"/>
      </w:r>
      <w:bookmarkEnd w:id="13"/>
      <w:r>
        <w:t>)</w:t>
      </w:r>
    </w:p>
    <w:p w:rsidR="009F0E7B" w:rsidRPr="00BD2AD6" w:rsidRDefault="009F0E7B" w:rsidP="00B804B4">
      <w:pPr>
        <w:tabs>
          <w:tab w:val="left" w:pos="1701"/>
        </w:tabs>
      </w:pPr>
      <w:r>
        <w:t xml:space="preserve">Düsseldorf, den </w:t>
      </w:r>
      <w:r>
        <w:fldChar w:fldCharType="begin"/>
      </w:r>
      <w:r>
        <w:instrText xml:space="preserve"> </w:instrText>
      </w:r>
      <w:r w:rsidR="00C86FCC">
        <w:instrText>TIME</w:instrText>
      </w:r>
      <w:r>
        <w:instrText xml:space="preserve"> \@ "</w:instrText>
      </w:r>
      <w:r w:rsidR="00C86FCC">
        <w:instrText>d. MMMM yyyy</w:instrText>
      </w:r>
      <w:r>
        <w:instrText xml:space="preserve">" </w:instrText>
      </w:r>
      <w:r>
        <w:fldChar w:fldCharType="separate"/>
      </w:r>
      <w:r w:rsidR="00D96BCD">
        <w:rPr>
          <w:noProof/>
        </w:rPr>
        <w:t>20. November 2019</w:t>
      </w:r>
      <w:r>
        <w:fldChar w:fldCharType="end"/>
      </w:r>
      <w:r w:rsidR="00551E6E">
        <w:t xml:space="preserve"> </w:t>
      </w:r>
      <w:r w:rsidR="00787631">
        <w:tab/>
      </w:r>
      <w:r w:rsidR="00FA6BE5">
        <w:tab/>
      </w:r>
      <w:r w:rsidR="00FA6BE5">
        <w:tab/>
      </w:r>
      <w:r w:rsidR="00FA6BE5">
        <w:tab/>
      </w:r>
      <w:r w:rsidR="005E5D28">
        <w:t>_____________________</w:t>
      </w:r>
      <w:r w:rsidR="00714D15">
        <w:t>_</w:t>
      </w:r>
      <w:r w:rsidR="00E21AF0">
        <w:br/>
      </w:r>
      <w:r w:rsidR="003130F0">
        <w:tab/>
      </w:r>
      <w:r w:rsidR="003130F0">
        <w:tab/>
      </w:r>
      <w:proofErr w:type="gramStart"/>
      <w:r w:rsidR="003130F0">
        <w:tab/>
      </w:r>
      <w:r w:rsidR="00E21AF0">
        <w:t xml:space="preserve">  </w:t>
      </w:r>
      <w:r w:rsidR="003130F0">
        <w:tab/>
      </w:r>
      <w:proofErr w:type="gramEnd"/>
      <w:r w:rsidR="00E21AF0">
        <w:t xml:space="preserve">   </w:t>
      </w:r>
      <w:r w:rsidR="00FA6BE5">
        <w:tab/>
      </w:r>
      <w:r w:rsidR="00FA6BE5">
        <w:tab/>
      </w:r>
      <w:r w:rsidR="00FA6BE5">
        <w:tab/>
      </w:r>
      <w:r w:rsidR="00FA6BE5">
        <w:tab/>
      </w:r>
      <w:r w:rsidR="00FA6BE5">
        <w:tab/>
        <w:t>(Unterschrift)</w:t>
      </w:r>
    </w:p>
    <w:sectPr w:rsidR="009F0E7B" w:rsidRPr="00BD2AD6" w:rsidSect="00CC572D">
      <w:headerReference w:type="default" r:id="rId9"/>
      <w:footerReference w:type="default" r:id="rId10"/>
      <w:pgSz w:w="11906" w:h="16838"/>
      <w:pgMar w:top="1134" w:right="1418" w:bottom="1134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44A" w:rsidRDefault="00D1144A">
      <w:pPr>
        <w:spacing w:before="0" w:line="240" w:lineRule="auto"/>
      </w:pPr>
      <w:r>
        <w:separator/>
      </w:r>
    </w:p>
  </w:endnote>
  <w:endnote w:type="continuationSeparator" w:id="0">
    <w:p w:rsidR="00D1144A" w:rsidRDefault="00D114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0BD" w:rsidRPr="00C6577B" w:rsidRDefault="005010BD" w:rsidP="009F0E7B">
    <w:pPr>
      <w:framePr w:w="1395" w:h="363" w:hSpace="142" w:wrap="around" w:vAnchor="page" w:hAnchor="page" w:x="9073" w:y="16274"/>
      <w:rPr>
        <w:sz w:val="15"/>
        <w:szCs w:val="15"/>
      </w:rPr>
    </w:pPr>
    <w:r w:rsidRPr="00C6577B">
      <w:rPr>
        <w:sz w:val="15"/>
        <w:szCs w:val="15"/>
      </w:rPr>
      <w:t xml:space="preserve">Seite </w:t>
    </w:r>
    <w:r w:rsidRPr="00C6577B">
      <w:rPr>
        <w:sz w:val="15"/>
        <w:szCs w:val="15"/>
      </w:rPr>
      <w:fldChar w:fldCharType="begin"/>
    </w:r>
    <w:r w:rsidRPr="00C6577B">
      <w:rPr>
        <w:sz w:val="15"/>
        <w:szCs w:val="15"/>
      </w:rPr>
      <w:instrText xml:space="preserve"> </w:instrText>
    </w:r>
    <w:r>
      <w:rPr>
        <w:sz w:val="15"/>
        <w:szCs w:val="15"/>
      </w:rPr>
      <w:instrText>PAGE</w:instrText>
    </w:r>
    <w:r w:rsidRPr="00C6577B">
      <w:rPr>
        <w:sz w:val="15"/>
        <w:szCs w:val="15"/>
      </w:rPr>
      <w:instrText xml:space="preserve"> </w:instrText>
    </w:r>
    <w:r w:rsidRPr="00C6577B">
      <w:rPr>
        <w:sz w:val="15"/>
        <w:szCs w:val="15"/>
      </w:rPr>
      <w:fldChar w:fldCharType="separate"/>
    </w:r>
    <w:r>
      <w:rPr>
        <w:noProof/>
        <w:sz w:val="15"/>
        <w:szCs w:val="15"/>
      </w:rPr>
      <w:t>1</w:t>
    </w:r>
    <w:r w:rsidRPr="00C6577B">
      <w:rPr>
        <w:sz w:val="15"/>
        <w:szCs w:val="15"/>
      </w:rPr>
      <w:fldChar w:fldCharType="end"/>
    </w:r>
    <w:r w:rsidRPr="00C6577B">
      <w:rPr>
        <w:sz w:val="15"/>
        <w:szCs w:val="15"/>
      </w:rPr>
      <w:t xml:space="preserve"> von </w:t>
    </w:r>
    <w:r w:rsidRPr="00C6577B">
      <w:rPr>
        <w:sz w:val="15"/>
        <w:szCs w:val="15"/>
      </w:rPr>
      <w:fldChar w:fldCharType="begin"/>
    </w:r>
    <w:r w:rsidRPr="00C6577B">
      <w:rPr>
        <w:sz w:val="15"/>
        <w:szCs w:val="15"/>
      </w:rPr>
      <w:instrText xml:space="preserve"> </w:instrText>
    </w:r>
    <w:r>
      <w:rPr>
        <w:sz w:val="15"/>
        <w:szCs w:val="15"/>
      </w:rPr>
      <w:instrText>NUMPAGES</w:instrText>
    </w:r>
    <w:r w:rsidRPr="00C6577B">
      <w:rPr>
        <w:sz w:val="15"/>
        <w:szCs w:val="15"/>
      </w:rPr>
      <w:instrText xml:space="preserve"> </w:instrText>
    </w:r>
    <w:r w:rsidRPr="00C6577B">
      <w:rPr>
        <w:sz w:val="15"/>
        <w:szCs w:val="15"/>
      </w:rPr>
      <w:fldChar w:fldCharType="separate"/>
    </w:r>
    <w:r>
      <w:rPr>
        <w:noProof/>
        <w:sz w:val="15"/>
        <w:szCs w:val="15"/>
      </w:rPr>
      <w:t>4</w:t>
    </w:r>
    <w:r w:rsidRPr="00C6577B">
      <w:rPr>
        <w:sz w:val="15"/>
        <w:szCs w:val="15"/>
      </w:rPr>
      <w:fldChar w:fldCharType="end"/>
    </w:r>
  </w:p>
  <w:p w:rsidR="005010BD" w:rsidRDefault="005010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44A" w:rsidRDefault="00D1144A">
      <w:pPr>
        <w:spacing w:before="0" w:line="240" w:lineRule="auto"/>
      </w:pPr>
      <w:r>
        <w:separator/>
      </w:r>
    </w:p>
  </w:footnote>
  <w:footnote w:type="continuationSeparator" w:id="0">
    <w:p w:rsidR="00D1144A" w:rsidRDefault="00D1144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0BD" w:rsidRDefault="005010BD" w:rsidP="00CC572D">
    <w:pPr>
      <w:pStyle w:val="Kopfzeile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22A84"/>
    <w:multiLevelType w:val="multilevel"/>
    <w:tmpl w:val="A170BFDC"/>
    <w:lvl w:ilvl="0">
      <w:start w:val="1"/>
      <w:numFmt w:val="decimal"/>
      <w:pStyle w:val="AufzhlungEben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AufzhlungEben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1" w15:restartNumberingAfterBreak="0">
    <w:nsid w:val="661A30C5"/>
    <w:multiLevelType w:val="multilevel"/>
    <w:tmpl w:val="68C2364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/>
  <w:defaultTabStop w:val="708"/>
  <w:hyphenationZone w:val="425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89"/>
    <w:rsid w:val="00006DD5"/>
    <w:rsid w:val="000205AB"/>
    <w:rsid w:val="0002772C"/>
    <w:rsid w:val="000617E1"/>
    <w:rsid w:val="00071E0A"/>
    <w:rsid w:val="00077740"/>
    <w:rsid w:val="00080E95"/>
    <w:rsid w:val="000975DC"/>
    <w:rsid w:val="000B511D"/>
    <w:rsid w:val="000C1A1D"/>
    <w:rsid w:val="00103652"/>
    <w:rsid w:val="00170ECF"/>
    <w:rsid w:val="00172E54"/>
    <w:rsid w:val="00176D99"/>
    <w:rsid w:val="001A428B"/>
    <w:rsid w:val="001A4395"/>
    <w:rsid w:val="001C2A31"/>
    <w:rsid w:val="001D16AD"/>
    <w:rsid w:val="001F616C"/>
    <w:rsid w:val="00206898"/>
    <w:rsid w:val="00220252"/>
    <w:rsid w:val="00235C6A"/>
    <w:rsid w:val="00270D70"/>
    <w:rsid w:val="00285F38"/>
    <w:rsid w:val="002C480B"/>
    <w:rsid w:val="003130F0"/>
    <w:rsid w:val="0032240F"/>
    <w:rsid w:val="003428C5"/>
    <w:rsid w:val="003611F2"/>
    <w:rsid w:val="00362B71"/>
    <w:rsid w:val="0036392A"/>
    <w:rsid w:val="0037512F"/>
    <w:rsid w:val="00395B8A"/>
    <w:rsid w:val="003B115D"/>
    <w:rsid w:val="003C3875"/>
    <w:rsid w:val="003E5B27"/>
    <w:rsid w:val="00461DE6"/>
    <w:rsid w:val="0046377A"/>
    <w:rsid w:val="00483A44"/>
    <w:rsid w:val="004A32E4"/>
    <w:rsid w:val="004D00C5"/>
    <w:rsid w:val="004E0E10"/>
    <w:rsid w:val="004E3EFB"/>
    <w:rsid w:val="004F1BDB"/>
    <w:rsid w:val="005010BD"/>
    <w:rsid w:val="005037C8"/>
    <w:rsid w:val="00506661"/>
    <w:rsid w:val="00544F45"/>
    <w:rsid w:val="00551E6E"/>
    <w:rsid w:val="005957DC"/>
    <w:rsid w:val="005B583C"/>
    <w:rsid w:val="005C54FB"/>
    <w:rsid w:val="005E5D28"/>
    <w:rsid w:val="005F3237"/>
    <w:rsid w:val="006141CB"/>
    <w:rsid w:val="00621961"/>
    <w:rsid w:val="00642087"/>
    <w:rsid w:val="00676989"/>
    <w:rsid w:val="00676BB5"/>
    <w:rsid w:val="006823E0"/>
    <w:rsid w:val="006A5FE4"/>
    <w:rsid w:val="006B4A99"/>
    <w:rsid w:val="006B63A8"/>
    <w:rsid w:val="00701EB9"/>
    <w:rsid w:val="007025C1"/>
    <w:rsid w:val="007058FA"/>
    <w:rsid w:val="00714D15"/>
    <w:rsid w:val="00723B18"/>
    <w:rsid w:val="00733132"/>
    <w:rsid w:val="00736895"/>
    <w:rsid w:val="00737935"/>
    <w:rsid w:val="00777DF1"/>
    <w:rsid w:val="00787631"/>
    <w:rsid w:val="00792298"/>
    <w:rsid w:val="00793522"/>
    <w:rsid w:val="007B4C9E"/>
    <w:rsid w:val="007B6DE2"/>
    <w:rsid w:val="0080344C"/>
    <w:rsid w:val="00804885"/>
    <w:rsid w:val="00822E5D"/>
    <w:rsid w:val="00841E7D"/>
    <w:rsid w:val="00846E66"/>
    <w:rsid w:val="00884B3E"/>
    <w:rsid w:val="00887818"/>
    <w:rsid w:val="008B1CF5"/>
    <w:rsid w:val="008B32F5"/>
    <w:rsid w:val="008B38F9"/>
    <w:rsid w:val="008B41A1"/>
    <w:rsid w:val="008C3C88"/>
    <w:rsid w:val="008F5856"/>
    <w:rsid w:val="00900957"/>
    <w:rsid w:val="009164F8"/>
    <w:rsid w:val="00966A0C"/>
    <w:rsid w:val="00984914"/>
    <w:rsid w:val="00991333"/>
    <w:rsid w:val="009A31F0"/>
    <w:rsid w:val="009B2E20"/>
    <w:rsid w:val="009F0E7B"/>
    <w:rsid w:val="00A11472"/>
    <w:rsid w:val="00A3428F"/>
    <w:rsid w:val="00A6045A"/>
    <w:rsid w:val="00A62352"/>
    <w:rsid w:val="00A62E5C"/>
    <w:rsid w:val="00A80788"/>
    <w:rsid w:val="00A8079A"/>
    <w:rsid w:val="00A842C2"/>
    <w:rsid w:val="00A92DEA"/>
    <w:rsid w:val="00A977A9"/>
    <w:rsid w:val="00AB3EE5"/>
    <w:rsid w:val="00AE22FA"/>
    <w:rsid w:val="00AE71B4"/>
    <w:rsid w:val="00B13B66"/>
    <w:rsid w:val="00B317B1"/>
    <w:rsid w:val="00B45D8B"/>
    <w:rsid w:val="00B51C9B"/>
    <w:rsid w:val="00B613B5"/>
    <w:rsid w:val="00B6632F"/>
    <w:rsid w:val="00B804B4"/>
    <w:rsid w:val="00B921A9"/>
    <w:rsid w:val="00B929F8"/>
    <w:rsid w:val="00BA3582"/>
    <w:rsid w:val="00BA4B6E"/>
    <w:rsid w:val="00BB7BCC"/>
    <w:rsid w:val="00BD2AD6"/>
    <w:rsid w:val="00BE0D43"/>
    <w:rsid w:val="00C053BE"/>
    <w:rsid w:val="00C16289"/>
    <w:rsid w:val="00C2375C"/>
    <w:rsid w:val="00C30F9E"/>
    <w:rsid w:val="00C507A5"/>
    <w:rsid w:val="00C63057"/>
    <w:rsid w:val="00C66AB6"/>
    <w:rsid w:val="00C86FCC"/>
    <w:rsid w:val="00C87976"/>
    <w:rsid w:val="00C942D5"/>
    <w:rsid w:val="00CA1E6D"/>
    <w:rsid w:val="00CA25CF"/>
    <w:rsid w:val="00CC2A1A"/>
    <w:rsid w:val="00CC572D"/>
    <w:rsid w:val="00CD5793"/>
    <w:rsid w:val="00CF0B1B"/>
    <w:rsid w:val="00D1144A"/>
    <w:rsid w:val="00D71C73"/>
    <w:rsid w:val="00D96BCD"/>
    <w:rsid w:val="00DC08C5"/>
    <w:rsid w:val="00DC0CC4"/>
    <w:rsid w:val="00DF4D08"/>
    <w:rsid w:val="00DF67B1"/>
    <w:rsid w:val="00DF67CC"/>
    <w:rsid w:val="00E00282"/>
    <w:rsid w:val="00E21AF0"/>
    <w:rsid w:val="00E23CB2"/>
    <w:rsid w:val="00E31D1E"/>
    <w:rsid w:val="00E328CA"/>
    <w:rsid w:val="00E32FF3"/>
    <w:rsid w:val="00E40C2D"/>
    <w:rsid w:val="00E512B7"/>
    <w:rsid w:val="00E60703"/>
    <w:rsid w:val="00E65485"/>
    <w:rsid w:val="00E75218"/>
    <w:rsid w:val="00E90A24"/>
    <w:rsid w:val="00EA1BE3"/>
    <w:rsid w:val="00EE3C2C"/>
    <w:rsid w:val="00EE7C7D"/>
    <w:rsid w:val="00EF581E"/>
    <w:rsid w:val="00F07455"/>
    <w:rsid w:val="00F46FD0"/>
    <w:rsid w:val="00F74869"/>
    <w:rsid w:val="00F76254"/>
    <w:rsid w:val="00F8156D"/>
    <w:rsid w:val="00F904A7"/>
    <w:rsid w:val="00F935BA"/>
    <w:rsid w:val="00FA6BE5"/>
    <w:rsid w:val="00FB0139"/>
    <w:rsid w:val="00FE41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678F0858-F1EC-274F-90EF-BE5E6ABB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Standard">
    <w:name w:val="Normal"/>
    <w:qFormat/>
    <w:rsid w:val="000D1D2E"/>
    <w:pPr>
      <w:spacing w:before="300" w:line="300" w:lineRule="exact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3937FB"/>
    <w:pPr>
      <w:keepNext/>
      <w:spacing w:before="240" w:after="60"/>
      <w:outlineLvl w:val="0"/>
    </w:pPr>
    <w:rPr>
      <w:rFonts w:cs="Arial"/>
      <w:bCs/>
      <w:color w:val="006AB3"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3937FB"/>
    <w:pPr>
      <w:keepNext/>
      <w:spacing w:before="240" w:after="60"/>
      <w:outlineLvl w:val="1"/>
    </w:pPr>
    <w:rPr>
      <w:rFonts w:cs="Arial"/>
      <w:bCs/>
      <w:iCs/>
      <w:color w:val="006AB3"/>
      <w:szCs w:val="28"/>
    </w:rPr>
  </w:style>
  <w:style w:type="paragraph" w:styleId="berschrift3">
    <w:name w:val="heading 3"/>
    <w:basedOn w:val="Standard"/>
    <w:next w:val="Standard"/>
    <w:qFormat/>
    <w:rsid w:val="003937FB"/>
    <w:pPr>
      <w:keepNext/>
      <w:spacing w:before="240" w:after="60"/>
      <w:outlineLvl w:val="2"/>
    </w:pPr>
    <w:rPr>
      <w:rFonts w:cs="Arial"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657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C6577B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link w:val="berschrift1"/>
    <w:rsid w:val="00BD2AD6"/>
    <w:rPr>
      <w:rFonts w:ascii="Arial" w:hAnsi="Arial" w:cs="Arial"/>
      <w:bCs/>
      <w:color w:val="006AB3"/>
      <w:kern w:val="32"/>
      <w:sz w:val="28"/>
      <w:szCs w:val="32"/>
    </w:rPr>
  </w:style>
  <w:style w:type="character" w:customStyle="1" w:styleId="berschrift2Zchn">
    <w:name w:val="Überschrift 2 Zchn"/>
    <w:link w:val="berschrift2"/>
    <w:rsid w:val="00BD2AD6"/>
    <w:rPr>
      <w:rFonts w:ascii="Arial" w:hAnsi="Arial" w:cs="Arial"/>
      <w:bCs/>
      <w:iCs/>
      <w:color w:val="006AB3"/>
      <w:sz w:val="22"/>
      <w:szCs w:val="28"/>
    </w:rPr>
  </w:style>
  <w:style w:type="character" w:customStyle="1" w:styleId="KopfzeileZchn">
    <w:name w:val="Kopfzeile Zchn"/>
    <w:link w:val="Kopfzeile"/>
    <w:rsid w:val="00BD2AD6"/>
    <w:rPr>
      <w:rFonts w:ascii="Arial" w:hAnsi="Arial"/>
      <w:sz w:val="22"/>
      <w:szCs w:val="24"/>
    </w:rPr>
  </w:style>
  <w:style w:type="paragraph" w:customStyle="1" w:styleId="AufzhlungEbene1">
    <w:name w:val="Aufzählung Ebene 1"/>
    <w:basedOn w:val="Standard"/>
    <w:autoRedefine/>
    <w:rsid w:val="00A62E5C"/>
    <w:pPr>
      <w:keepNext/>
      <w:keepLines/>
      <w:numPr>
        <w:numId w:val="2"/>
      </w:numPr>
      <w:tabs>
        <w:tab w:val="clear" w:pos="720"/>
        <w:tab w:val="num" w:pos="284"/>
      </w:tabs>
      <w:spacing w:before="490" w:line="325" w:lineRule="exact"/>
      <w:ind w:left="284" w:hanging="284"/>
      <w:outlineLvl w:val="0"/>
    </w:pPr>
    <w:rPr>
      <w:color w:val="006AB6"/>
      <w:sz w:val="26"/>
      <w:szCs w:val="20"/>
    </w:rPr>
  </w:style>
  <w:style w:type="paragraph" w:customStyle="1" w:styleId="AufzhlungEbene2">
    <w:name w:val="Aufzählung Ebene 2"/>
    <w:basedOn w:val="Standard"/>
    <w:autoRedefine/>
    <w:rsid w:val="00676989"/>
    <w:pPr>
      <w:numPr>
        <w:ilvl w:val="1"/>
        <w:numId w:val="2"/>
      </w:numPr>
      <w:tabs>
        <w:tab w:val="clear" w:pos="1440"/>
        <w:tab w:val="num" w:pos="709"/>
        <w:tab w:val="right" w:leader="dot" w:pos="9072"/>
      </w:tabs>
      <w:ind w:left="709" w:hanging="425"/>
      <w:outlineLvl w:val="1"/>
    </w:pPr>
    <w:rPr>
      <w:szCs w:val="20"/>
    </w:rPr>
  </w:style>
  <w:style w:type="character" w:customStyle="1" w:styleId="FuzeileZchn">
    <w:name w:val="Fußzeile Zchn"/>
    <w:link w:val="Fuzeile"/>
    <w:rsid w:val="00BD2AD6"/>
    <w:rPr>
      <w:rFonts w:ascii="Arial" w:hAnsi="Arial"/>
      <w:sz w:val="22"/>
      <w:szCs w:val="24"/>
    </w:rPr>
  </w:style>
  <w:style w:type="character" w:styleId="Seitenzahl">
    <w:name w:val="page number"/>
    <w:basedOn w:val="Absatz-Standardschriftart"/>
    <w:rsid w:val="00BD2AD6"/>
  </w:style>
  <w:style w:type="table" w:styleId="Tabellenraster">
    <w:name w:val="Table Grid"/>
    <w:basedOn w:val="NormaleTabelle"/>
    <w:uiPriority w:val="59"/>
    <w:rsid w:val="00BD2AD6"/>
    <w:rPr>
      <w:rFonts w:ascii="Times" w:eastAsia="Times" w:hAnsi="Tim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pfzeiledererstenSeite">
    <w:name w:val="Kopfzeile der ersten Seite"/>
    <w:qFormat/>
    <w:rsid w:val="0047765F"/>
    <w:pPr>
      <w:framePr w:h="301" w:hRule="exact" w:hSpace="142" w:wrap="around" w:vAnchor="page" w:hAnchor="page" w:x="1419" w:y="1305"/>
      <w:spacing w:line="300" w:lineRule="auto"/>
    </w:pPr>
    <w:rPr>
      <w:rFonts w:ascii="Arial" w:hAnsi="Arial" w:cs="Arial"/>
      <w:color w:val="006AB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ell/Desktop/Gutachtenformular/&#8226;%20Gutachten%20Abschlussarbei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25DD72B-0B1F-8C4B-A565-6F894880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• Gutachten Abschlussarbeit.dotx</Template>
  <TotalTime>0</TotalTime>
  <Pages>3</Pages>
  <Words>689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Private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Raoul Bell</dc:creator>
  <cp:keywords/>
  <dc:description/>
  <cp:lastModifiedBy>Raoul Bell</cp:lastModifiedBy>
  <cp:revision>69</cp:revision>
  <cp:lastPrinted>2019-11-19T16:43:00Z</cp:lastPrinted>
  <dcterms:created xsi:type="dcterms:W3CDTF">2019-11-14T18:02:00Z</dcterms:created>
  <dcterms:modified xsi:type="dcterms:W3CDTF">2019-11-20T08:46:00Z</dcterms:modified>
</cp:coreProperties>
</file>